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FDA" w:rsidRDefault="00FF3E8E">
      <w:r>
        <w:rPr>
          <w:noProof/>
        </w:rPr>
        <w:drawing>
          <wp:inline distT="0" distB="0" distL="0" distR="0">
            <wp:extent cx="5403850" cy="962660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0" cy="962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6FDA" w:rsidSect="005B346B">
      <w:pgSz w:w="12240" w:h="15840"/>
      <w:pgMar w:top="45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ttachedTemplate r:id="rId1"/>
  <w:stylePaneFormatFilter w:val="3F01"/>
  <w:defaultTabStop w:val="720"/>
  <w:characterSpacingControl w:val="doNotCompress"/>
  <w:compat/>
  <w:rsids>
    <w:rsidRoot w:val="005B346B"/>
    <w:rsid w:val="00526FDA"/>
    <w:rsid w:val="005B346B"/>
    <w:rsid w:val="008834EF"/>
    <w:rsid w:val="009A6DB4"/>
    <w:rsid w:val="00EC52B1"/>
    <w:rsid w:val="00FF3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34E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A6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6D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o-ellen.sanford\Application%20Data\Microsoft\Templates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43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nbdoe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jo-ellen.sanford</dc:creator>
  <cp:keywords/>
  <dc:description/>
  <cp:lastModifiedBy>jo-ellen.sanford</cp:lastModifiedBy>
  <cp:revision>2</cp:revision>
  <cp:lastPrinted>2010-05-13T13:04:00Z</cp:lastPrinted>
  <dcterms:created xsi:type="dcterms:W3CDTF">2010-05-13T13:46:00Z</dcterms:created>
  <dcterms:modified xsi:type="dcterms:W3CDTF">2010-05-13T13:46:00Z</dcterms:modified>
</cp:coreProperties>
</file>